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A9BED" w14:textId="77777777" w:rsidR="00C7381D" w:rsidRPr="00262BDA" w:rsidRDefault="00C7381D" w:rsidP="00A44F52">
      <w:pPr>
        <w:spacing w:after="120"/>
        <w:contextualSpacing/>
        <w:rPr>
          <w:rFonts w:ascii="Verdana" w:hAnsi="Verdana"/>
          <w:sz w:val="18"/>
          <w:szCs w:val="18"/>
        </w:rPr>
      </w:pPr>
    </w:p>
    <w:tbl>
      <w:tblPr>
        <w:tblStyle w:val="a3"/>
        <w:tblW w:w="104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30"/>
        <w:gridCol w:w="1631"/>
        <w:gridCol w:w="2551"/>
        <w:gridCol w:w="1730"/>
        <w:gridCol w:w="709"/>
        <w:gridCol w:w="709"/>
        <w:gridCol w:w="567"/>
        <w:gridCol w:w="969"/>
      </w:tblGrid>
      <w:tr w:rsidR="00010B50" w:rsidRPr="00262BDA" w14:paraId="2E426FFD" w14:textId="77777777" w:rsidTr="00010B50">
        <w:trPr>
          <w:cantSplit/>
          <w:trHeight w:val="2197"/>
        </w:trPr>
        <w:tc>
          <w:tcPr>
            <w:tcW w:w="1630" w:type="dxa"/>
            <w:textDirection w:val="btLr"/>
            <w:vAlign w:val="center"/>
          </w:tcPr>
          <w:p w14:paraId="058CC91D" w14:textId="3D52E5E3" w:rsidR="00010B50" w:rsidRPr="00262BDA" w:rsidRDefault="00010B50" w:rsidP="00010B50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Номер лота</w:t>
            </w:r>
          </w:p>
        </w:tc>
        <w:tc>
          <w:tcPr>
            <w:tcW w:w="1631" w:type="dxa"/>
            <w:textDirection w:val="btLr"/>
            <w:vAlign w:val="center"/>
          </w:tcPr>
          <w:p w14:paraId="2131D7EE" w14:textId="77777777" w:rsidR="00010B50" w:rsidRDefault="00010B50" w:rsidP="00010B50">
            <w:pPr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Стоимость за 1 год, </w:t>
            </w:r>
          </w:p>
          <w:p w14:paraId="050C143D" w14:textId="103578A4" w:rsidR="00010B50" w:rsidRPr="00262BDA" w:rsidRDefault="00010B50" w:rsidP="00010B50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vAlign w:val="center"/>
          </w:tcPr>
          <w:p w14:paraId="3B710C34" w14:textId="3C1009C0" w:rsidR="00010B50" w:rsidRPr="00262BDA" w:rsidRDefault="00010B50" w:rsidP="00010B50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1730" w:type="dxa"/>
            <w:vAlign w:val="center"/>
          </w:tcPr>
          <w:p w14:paraId="7AEDE886" w14:textId="5B241D07" w:rsidR="00010B50" w:rsidRPr="00262BDA" w:rsidRDefault="00010B50" w:rsidP="00010B50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Тип рекламной 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13FE6161" w14:textId="5EF82744" w:rsidR="00010B50" w:rsidRPr="00262BDA" w:rsidRDefault="00010B50" w:rsidP="00010B50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4018FF14" w14:textId="77777777" w:rsidR="00010B50" w:rsidRDefault="00010B50" w:rsidP="00010B50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624005A1" w14:textId="19FE701E" w:rsidR="00010B50" w:rsidRPr="00262BDA" w:rsidRDefault="00010B50" w:rsidP="00010B50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4D24D212" w14:textId="5366BE91" w:rsidR="00010B50" w:rsidRPr="00262BDA" w:rsidRDefault="00010B50" w:rsidP="00010B50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315FE2B4" w14:textId="77777777" w:rsidR="00010B50" w:rsidRDefault="00010B50" w:rsidP="00010B50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Площадь информационного поля </w:t>
            </w:r>
          </w:p>
          <w:p w14:paraId="189BDB8D" w14:textId="4688DCF8" w:rsidR="00010B50" w:rsidRPr="00262BDA" w:rsidRDefault="00010B50" w:rsidP="00010B50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F52AE3" w:rsidRPr="00262BDA" w14:paraId="1913E974" w14:textId="77777777" w:rsidTr="00010B50">
        <w:tc>
          <w:tcPr>
            <w:tcW w:w="1630" w:type="dxa"/>
          </w:tcPr>
          <w:p w14:paraId="45CF067D" w14:textId="77777777" w:rsidR="00F52AE3" w:rsidRPr="00B16661" w:rsidRDefault="00F52AE3" w:rsidP="00B1666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FA774A">
              <w:rPr>
                <w:rFonts w:ascii="Verdana" w:hAnsi="Verdana"/>
                <w:b/>
                <w:sz w:val="18"/>
                <w:szCs w:val="18"/>
              </w:rPr>
              <w:t>100</w:t>
            </w:r>
          </w:p>
        </w:tc>
        <w:tc>
          <w:tcPr>
            <w:tcW w:w="1631" w:type="dxa"/>
          </w:tcPr>
          <w:p w14:paraId="3238D17D" w14:textId="3020F9C1" w:rsidR="00F52AE3" w:rsidRPr="00F52AE3" w:rsidRDefault="0088556C" w:rsidP="00B16661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11 880</w:t>
            </w:r>
            <w:r w:rsidR="00E244A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48C9675A" w14:textId="77777777" w:rsidR="00F52AE3" w:rsidRPr="00262BDA" w:rsidRDefault="00F52AE3" w:rsidP="00DE660E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Тахо-Годи, справа по ходу движения в сторону ул. Пушкина, 80м. от поворота на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Г.Далгата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поворот на ул. Пушкина</w:t>
            </w:r>
          </w:p>
        </w:tc>
        <w:tc>
          <w:tcPr>
            <w:tcW w:w="1730" w:type="dxa"/>
          </w:tcPr>
          <w:p w14:paraId="718EB159" w14:textId="77777777" w:rsidR="00F52AE3" w:rsidRPr="00262BDA" w:rsidRDefault="00F52AE3" w:rsidP="00381F6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0A369261" w14:textId="77777777" w:rsidR="00F52AE3" w:rsidRPr="00262BDA" w:rsidRDefault="00F52AE3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6A9A4E34" w14:textId="77777777" w:rsidR="00F52AE3" w:rsidRPr="00262BDA" w:rsidRDefault="00F52AE3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3CB71F38" w14:textId="77777777" w:rsidR="00F52AE3" w:rsidRPr="00262BDA" w:rsidRDefault="00F52AE3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58358A9F" w14:textId="77777777" w:rsidR="00F52AE3" w:rsidRPr="00262BDA" w:rsidRDefault="00F52AE3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88556C" w:rsidRPr="00262BDA" w14:paraId="6C62B2E3" w14:textId="77777777" w:rsidTr="00010B50">
        <w:tc>
          <w:tcPr>
            <w:tcW w:w="1630" w:type="dxa"/>
          </w:tcPr>
          <w:p w14:paraId="2BEFCC00" w14:textId="77777777" w:rsidR="0088556C" w:rsidRPr="00B16661" w:rsidRDefault="0088556C" w:rsidP="0088556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№-101</w:t>
            </w:r>
          </w:p>
        </w:tc>
        <w:tc>
          <w:tcPr>
            <w:tcW w:w="1631" w:type="dxa"/>
          </w:tcPr>
          <w:p w14:paraId="2971F312" w14:textId="7C1A29DE" w:rsidR="0088556C" w:rsidRPr="00B16661" w:rsidRDefault="00E244A6" w:rsidP="0088556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11 880 </w:t>
            </w:r>
          </w:p>
        </w:tc>
        <w:tc>
          <w:tcPr>
            <w:tcW w:w="2551" w:type="dxa"/>
          </w:tcPr>
          <w:p w14:paraId="1386AF91" w14:textId="77777777" w:rsidR="0088556C" w:rsidRDefault="0088556C" w:rsidP="0088556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Тахо-Годи, справа по ходу движения в сторону ул. Пушкина, 60м. от поворота на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Г.Далгата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поворот на ул. Пушкина</w:t>
            </w:r>
          </w:p>
        </w:tc>
        <w:tc>
          <w:tcPr>
            <w:tcW w:w="1730" w:type="dxa"/>
          </w:tcPr>
          <w:p w14:paraId="3109FFBB" w14:textId="77777777" w:rsidR="0088556C" w:rsidRPr="00262BDA" w:rsidRDefault="0088556C" w:rsidP="0088556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67A4694B" w14:textId="77777777" w:rsidR="0088556C" w:rsidRPr="00262BDA" w:rsidRDefault="0088556C" w:rsidP="0088556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29686393" w14:textId="77777777" w:rsidR="0088556C" w:rsidRPr="00262BDA" w:rsidRDefault="0088556C" w:rsidP="0088556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24C0C583" w14:textId="77777777" w:rsidR="0088556C" w:rsidRPr="00262BDA" w:rsidRDefault="0088556C" w:rsidP="0088556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1265F488" w14:textId="77777777" w:rsidR="0088556C" w:rsidRPr="00262BDA" w:rsidRDefault="0088556C" w:rsidP="0088556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88556C" w:rsidRPr="00262BDA" w14:paraId="06BE3EEB" w14:textId="77777777" w:rsidTr="00010B50">
        <w:tc>
          <w:tcPr>
            <w:tcW w:w="1630" w:type="dxa"/>
          </w:tcPr>
          <w:p w14:paraId="2175921F" w14:textId="77777777" w:rsidR="0088556C" w:rsidRPr="00B16661" w:rsidRDefault="0088556C" w:rsidP="0088556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№-102</w:t>
            </w:r>
          </w:p>
        </w:tc>
        <w:tc>
          <w:tcPr>
            <w:tcW w:w="1631" w:type="dxa"/>
          </w:tcPr>
          <w:p w14:paraId="36737938" w14:textId="12C511CD" w:rsidR="0088556C" w:rsidRPr="00B16661" w:rsidRDefault="00E244A6" w:rsidP="0088556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11 880 </w:t>
            </w:r>
          </w:p>
        </w:tc>
        <w:tc>
          <w:tcPr>
            <w:tcW w:w="2551" w:type="dxa"/>
          </w:tcPr>
          <w:p w14:paraId="06FE178A" w14:textId="77777777" w:rsidR="0088556C" w:rsidRDefault="0088556C" w:rsidP="0088556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Тахо-Годи, справа по ходу движения от ул. Пушкина в сторону ул. Красная Заря, 80 м. до ул. Г. Далгата</w:t>
            </w:r>
          </w:p>
        </w:tc>
        <w:tc>
          <w:tcPr>
            <w:tcW w:w="1730" w:type="dxa"/>
          </w:tcPr>
          <w:p w14:paraId="5CD9B377" w14:textId="77777777" w:rsidR="0088556C" w:rsidRPr="00262BDA" w:rsidRDefault="0088556C" w:rsidP="0088556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26C6CE20" w14:textId="77777777" w:rsidR="0088556C" w:rsidRDefault="0088556C" w:rsidP="0088556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33DE58B3" w14:textId="77777777" w:rsidR="0088556C" w:rsidRDefault="0088556C" w:rsidP="0088556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73FD91E8" w14:textId="77777777" w:rsidR="0088556C" w:rsidRPr="00262BDA" w:rsidRDefault="0088556C" w:rsidP="0088556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61D36B0A" w14:textId="77777777" w:rsidR="0088556C" w:rsidRDefault="0088556C" w:rsidP="0088556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</w:tbl>
    <w:p w14:paraId="4B808082" w14:textId="77777777" w:rsidR="00C14F31" w:rsidRPr="00262BDA" w:rsidRDefault="00C14F31" w:rsidP="00C14F31">
      <w:pPr>
        <w:spacing w:after="120"/>
        <w:ind w:firstLine="709"/>
        <w:rPr>
          <w:rFonts w:ascii="Verdana" w:hAnsi="Verdana"/>
          <w:i/>
          <w:sz w:val="18"/>
          <w:szCs w:val="18"/>
        </w:rPr>
      </w:pPr>
    </w:p>
    <w:sectPr w:rsidR="00C14F31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789"/>
    <w:rsid w:val="00010B50"/>
    <w:rsid w:val="0006604E"/>
    <w:rsid w:val="000C30EA"/>
    <w:rsid w:val="000C59C0"/>
    <w:rsid w:val="000F38B2"/>
    <w:rsid w:val="000F7EBF"/>
    <w:rsid w:val="00107297"/>
    <w:rsid w:val="00107EFF"/>
    <w:rsid w:val="001109C3"/>
    <w:rsid w:val="00134BB9"/>
    <w:rsid w:val="001471E7"/>
    <w:rsid w:val="001546B0"/>
    <w:rsid w:val="0017315D"/>
    <w:rsid w:val="001A5A33"/>
    <w:rsid w:val="002070A7"/>
    <w:rsid w:val="00222269"/>
    <w:rsid w:val="00227E5C"/>
    <w:rsid w:val="00236CC5"/>
    <w:rsid w:val="00240884"/>
    <w:rsid w:val="00262BDA"/>
    <w:rsid w:val="00290FFD"/>
    <w:rsid w:val="00291E6E"/>
    <w:rsid w:val="00296365"/>
    <w:rsid w:val="002C0231"/>
    <w:rsid w:val="00323B77"/>
    <w:rsid w:val="00374BB7"/>
    <w:rsid w:val="00381F68"/>
    <w:rsid w:val="003A227E"/>
    <w:rsid w:val="003B5912"/>
    <w:rsid w:val="00435017"/>
    <w:rsid w:val="004C716A"/>
    <w:rsid w:val="004C734C"/>
    <w:rsid w:val="004C7CA5"/>
    <w:rsid w:val="004D1313"/>
    <w:rsid w:val="004E55B1"/>
    <w:rsid w:val="004E7974"/>
    <w:rsid w:val="00542BAA"/>
    <w:rsid w:val="00557106"/>
    <w:rsid w:val="00563ABD"/>
    <w:rsid w:val="005C13D7"/>
    <w:rsid w:val="005C26B0"/>
    <w:rsid w:val="005E3789"/>
    <w:rsid w:val="00614937"/>
    <w:rsid w:val="006339EA"/>
    <w:rsid w:val="00666CD4"/>
    <w:rsid w:val="00675A4B"/>
    <w:rsid w:val="006A0E20"/>
    <w:rsid w:val="006A55A7"/>
    <w:rsid w:val="006A5A40"/>
    <w:rsid w:val="006D5427"/>
    <w:rsid w:val="006F08BD"/>
    <w:rsid w:val="00711A12"/>
    <w:rsid w:val="0072389E"/>
    <w:rsid w:val="00724E27"/>
    <w:rsid w:val="00741133"/>
    <w:rsid w:val="00757548"/>
    <w:rsid w:val="00781A6E"/>
    <w:rsid w:val="00792309"/>
    <w:rsid w:val="007C0417"/>
    <w:rsid w:val="007C16D4"/>
    <w:rsid w:val="007D356A"/>
    <w:rsid w:val="007E1CBC"/>
    <w:rsid w:val="007E25C5"/>
    <w:rsid w:val="007E3577"/>
    <w:rsid w:val="007E6852"/>
    <w:rsid w:val="00810D00"/>
    <w:rsid w:val="008111CB"/>
    <w:rsid w:val="00826516"/>
    <w:rsid w:val="008313BE"/>
    <w:rsid w:val="00854200"/>
    <w:rsid w:val="00856B02"/>
    <w:rsid w:val="0087781F"/>
    <w:rsid w:val="0088556C"/>
    <w:rsid w:val="0089420E"/>
    <w:rsid w:val="008B7660"/>
    <w:rsid w:val="008D7D80"/>
    <w:rsid w:val="008F1645"/>
    <w:rsid w:val="008F75EB"/>
    <w:rsid w:val="00933B21"/>
    <w:rsid w:val="009424AB"/>
    <w:rsid w:val="0094284F"/>
    <w:rsid w:val="009768F3"/>
    <w:rsid w:val="0099001B"/>
    <w:rsid w:val="009A24B5"/>
    <w:rsid w:val="009A5804"/>
    <w:rsid w:val="00A00F7B"/>
    <w:rsid w:val="00A36B8B"/>
    <w:rsid w:val="00A373AE"/>
    <w:rsid w:val="00A3777A"/>
    <w:rsid w:val="00A41484"/>
    <w:rsid w:val="00A44F52"/>
    <w:rsid w:val="00A46814"/>
    <w:rsid w:val="00AC2AFE"/>
    <w:rsid w:val="00AD30C1"/>
    <w:rsid w:val="00AE0603"/>
    <w:rsid w:val="00B16661"/>
    <w:rsid w:val="00B71091"/>
    <w:rsid w:val="00B8262B"/>
    <w:rsid w:val="00BD7D42"/>
    <w:rsid w:val="00C0145B"/>
    <w:rsid w:val="00C14F31"/>
    <w:rsid w:val="00C7381D"/>
    <w:rsid w:val="00CA5B42"/>
    <w:rsid w:val="00CC4C4F"/>
    <w:rsid w:val="00D16CFF"/>
    <w:rsid w:val="00D26F1B"/>
    <w:rsid w:val="00D62FAE"/>
    <w:rsid w:val="00DA4F88"/>
    <w:rsid w:val="00DA6625"/>
    <w:rsid w:val="00DE660E"/>
    <w:rsid w:val="00E244A6"/>
    <w:rsid w:val="00E26950"/>
    <w:rsid w:val="00E458D9"/>
    <w:rsid w:val="00E54AD4"/>
    <w:rsid w:val="00E64745"/>
    <w:rsid w:val="00E81231"/>
    <w:rsid w:val="00EE2C2E"/>
    <w:rsid w:val="00F31DF8"/>
    <w:rsid w:val="00F41F3D"/>
    <w:rsid w:val="00F52AE3"/>
    <w:rsid w:val="00F70FC8"/>
    <w:rsid w:val="00F90BEA"/>
    <w:rsid w:val="00FA774A"/>
    <w:rsid w:val="00FB584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0CF66"/>
  <w15:docId w15:val="{D3385BEA-E698-48AB-8A84-4875F3E49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112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37</cp:revision>
  <cp:lastPrinted>2020-06-17T07:38:00Z</cp:lastPrinted>
  <dcterms:created xsi:type="dcterms:W3CDTF">2017-03-10T11:37:00Z</dcterms:created>
  <dcterms:modified xsi:type="dcterms:W3CDTF">2020-09-02T07:43:00Z</dcterms:modified>
</cp:coreProperties>
</file>